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02EB6" w14:textId="1CC724B0" w:rsidR="008B3652" w:rsidRDefault="008B3652" w:rsidP="008B3652">
      <w:pPr>
        <w:pStyle w:val="Nagwek"/>
      </w:pPr>
      <w:bookmarkStart w:id="0" w:name="_Hlk60301409"/>
      <w:r w:rsidRPr="00DB3750">
        <w:rPr>
          <w:rFonts w:ascii="Times New Roman" w:eastAsiaTheme="majorEastAsia" w:hAnsi="Times New Roman"/>
          <w:caps/>
          <w:spacing w:val="20"/>
        </w:rPr>
        <w:t>ZP.271.1.</w:t>
      </w:r>
      <w:r w:rsidR="003B7F28">
        <w:rPr>
          <w:rFonts w:ascii="Times New Roman" w:eastAsiaTheme="majorEastAsia" w:hAnsi="Times New Roman"/>
          <w:caps/>
          <w:spacing w:val="20"/>
        </w:rPr>
        <w:t>1</w:t>
      </w:r>
      <w:r w:rsidRPr="00DB3750">
        <w:rPr>
          <w:rFonts w:ascii="Times New Roman" w:eastAsiaTheme="majorEastAsia" w:hAnsi="Times New Roman"/>
          <w:caps/>
          <w:spacing w:val="20"/>
        </w:rPr>
        <w:t>.202</w:t>
      </w:r>
      <w:r w:rsidR="003B7F28">
        <w:rPr>
          <w:rFonts w:ascii="Times New Roman" w:eastAsiaTheme="majorEastAsia" w:hAnsi="Times New Roman"/>
          <w:caps/>
          <w:spacing w:val="20"/>
        </w:rPr>
        <w:t>6</w:t>
      </w:r>
    </w:p>
    <w:p w14:paraId="2C198767" w14:textId="03717477" w:rsidR="00025386" w:rsidRPr="00DC4F64" w:rsidRDefault="00657A47" w:rsidP="008B3652">
      <w:pPr>
        <w:pStyle w:val="Nagwek4"/>
        <w:spacing w:after="240" w:line="276" w:lineRule="auto"/>
        <w:rPr>
          <w:rFonts w:asciiTheme="minorHAnsi" w:hAnsiTheme="minorHAnsi" w:cstheme="minorHAnsi"/>
          <w:bCs/>
          <w:i w:val="0"/>
          <w:szCs w:val="24"/>
        </w:rPr>
      </w:pPr>
      <w:r w:rsidRPr="00DC4F64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A96D1C">
        <w:rPr>
          <w:rFonts w:asciiTheme="minorHAnsi" w:hAnsiTheme="minorHAnsi" w:cstheme="minorHAnsi"/>
          <w:bCs/>
          <w:i w:val="0"/>
          <w:szCs w:val="24"/>
        </w:rPr>
        <w:t>4</w:t>
      </w:r>
      <w:r w:rsidR="007666D6" w:rsidRPr="00DC4F64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7445298B" w14:textId="77777777" w:rsidR="00545340" w:rsidRDefault="00545340" w:rsidP="00545340">
      <w:pPr>
        <w:spacing w:before="240" w:after="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C4F64">
        <w:rPr>
          <w:rFonts w:asciiTheme="minorHAnsi" w:hAnsiTheme="minorHAnsi" w:cstheme="minorHAnsi"/>
          <w:b/>
          <w:sz w:val="28"/>
          <w:szCs w:val="28"/>
        </w:rPr>
        <w:t xml:space="preserve">OŚWIADCZENIE WYKONAWCÓW </w:t>
      </w:r>
    </w:p>
    <w:p w14:paraId="1C57B9ED" w14:textId="77777777" w:rsidR="00545340" w:rsidRPr="00DC4F64" w:rsidRDefault="00545340" w:rsidP="00545340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C4F64">
        <w:rPr>
          <w:rFonts w:asciiTheme="minorHAnsi" w:hAnsiTheme="minorHAnsi" w:cstheme="minorHAnsi"/>
          <w:b/>
          <w:sz w:val="28"/>
          <w:szCs w:val="28"/>
        </w:rPr>
        <w:t xml:space="preserve">WSPÓLNIE UBIEGAJĄCYCH SIĘ O UDZIELENIE ZAMÓWIENIA </w:t>
      </w:r>
    </w:p>
    <w:p w14:paraId="1F21F1C7" w14:textId="6C847975" w:rsidR="00545340" w:rsidRDefault="00545340" w:rsidP="00545340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C4F64">
        <w:rPr>
          <w:rFonts w:asciiTheme="minorHAnsi" w:hAnsiTheme="minorHAnsi" w:cstheme="minorHAnsi"/>
          <w:sz w:val="20"/>
          <w:szCs w:val="20"/>
          <w:u w:val="single"/>
        </w:rPr>
        <w:t>Uwaga</w:t>
      </w:r>
      <w:r w:rsidRPr="00DC4F64">
        <w:rPr>
          <w:rFonts w:asciiTheme="minorHAnsi" w:hAnsiTheme="minorHAnsi" w:cstheme="minorHAnsi"/>
          <w:sz w:val="20"/>
          <w:szCs w:val="20"/>
        </w:rPr>
        <w:t xml:space="preserve">: </w:t>
      </w:r>
      <w:r w:rsidRPr="00DC4F64">
        <w:rPr>
          <w:rFonts w:asciiTheme="minorHAnsi" w:hAnsiTheme="minorHAnsi" w:cstheme="minorHAnsi"/>
          <w:i/>
          <w:color w:val="000000"/>
          <w:sz w:val="20"/>
          <w:szCs w:val="20"/>
        </w:rPr>
        <w:t>Niniejsze oświadczenie należy wypełnić w sytuacji, gdy Wykonawcy wspólnie ubiegają się o udzielenie zamówienia.</w:t>
      </w:r>
    </w:p>
    <w:p w14:paraId="07497042" w14:textId="3345FDAF" w:rsidR="003A486D" w:rsidRPr="00DC4F64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Działając </w:t>
      </w:r>
      <w:r w:rsidR="003A486D"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w imieniu Wykonawców wspólnie ubiegających się o udzielenie zamówienia w</w:t>
      </w:r>
      <w:r w:rsid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 Dane wykonawców wspólnie ubiegajacych się o zamówienie"/>
      </w:tblPr>
      <w:tblGrid>
        <w:gridCol w:w="550"/>
        <w:gridCol w:w="3751"/>
        <w:gridCol w:w="4761"/>
      </w:tblGrid>
      <w:tr w:rsidR="003A486D" w:rsidRPr="00DC4F64" w14:paraId="1939A55E" w14:textId="77777777" w:rsidTr="0087706D">
        <w:tc>
          <w:tcPr>
            <w:tcW w:w="550" w:type="dxa"/>
            <w:vAlign w:val="center"/>
          </w:tcPr>
          <w:p w14:paraId="276454F1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L.p.</w:t>
            </w:r>
          </w:p>
        </w:tc>
        <w:tc>
          <w:tcPr>
            <w:tcW w:w="3811" w:type="dxa"/>
            <w:vAlign w:val="center"/>
          </w:tcPr>
          <w:p w14:paraId="4F1B6789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Nazwa</w:t>
            </w:r>
            <w:r w:rsidR="0024648D" w:rsidRPr="00DC4F6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Wykonawcy</w:t>
            </w:r>
            <w:r w:rsidR="0024648D" w:rsidRPr="00DC4F6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4A0686" w:rsidRPr="00DC4F64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4859" w:type="dxa"/>
            <w:vAlign w:val="center"/>
          </w:tcPr>
          <w:p w14:paraId="695FBF45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Adres</w:t>
            </w:r>
          </w:p>
        </w:tc>
      </w:tr>
      <w:tr w:rsidR="003A486D" w:rsidRPr="00DC4F64" w14:paraId="1C3C6C15" w14:textId="77777777" w:rsidTr="0087706D">
        <w:tc>
          <w:tcPr>
            <w:tcW w:w="550" w:type="dxa"/>
            <w:vAlign w:val="center"/>
          </w:tcPr>
          <w:p w14:paraId="5389BED2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811" w:type="dxa"/>
          </w:tcPr>
          <w:p w14:paraId="666A568D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859" w:type="dxa"/>
          </w:tcPr>
          <w:p w14:paraId="18875E61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3A486D" w:rsidRPr="00DC4F64" w14:paraId="1041B03A" w14:textId="77777777" w:rsidTr="0087706D">
        <w:tc>
          <w:tcPr>
            <w:tcW w:w="550" w:type="dxa"/>
            <w:vAlign w:val="center"/>
          </w:tcPr>
          <w:p w14:paraId="550B27FC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811" w:type="dxa"/>
          </w:tcPr>
          <w:p w14:paraId="2809DDE4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859" w:type="dxa"/>
          </w:tcPr>
          <w:p w14:paraId="1D924A86" w14:textId="77777777" w:rsidR="003A486D" w:rsidRPr="00DC4F6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13BE23E5" w14:textId="399A6E9E" w:rsidR="00C818DD" w:rsidRDefault="0024648D" w:rsidP="00C818DD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C4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</w:t>
      </w:r>
      <w:r w:rsidR="008D442B" w:rsidRPr="00DC4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świadczam, </w:t>
      </w:r>
      <w:r w:rsidR="008D442B"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stosownie do postanowień art. 117 ust. 4 </w:t>
      </w:r>
      <w:r w:rsidRPr="00DC4F64">
        <w:rPr>
          <w:rFonts w:asciiTheme="minorHAnsi" w:hAnsiTheme="minorHAnsi" w:cstheme="minorHAnsi"/>
          <w:sz w:val="24"/>
          <w:szCs w:val="24"/>
        </w:rPr>
        <w:t xml:space="preserve">ustawy z dnia 11 września 2019r. Prawo zamówień publicznych </w:t>
      </w:r>
      <w:r w:rsidR="0034560A" w:rsidRPr="00DC4F64">
        <w:rPr>
          <w:rFonts w:asciiTheme="minorHAnsi" w:hAnsiTheme="minorHAnsi" w:cstheme="minorHAnsi"/>
          <w:sz w:val="24"/>
          <w:szCs w:val="24"/>
        </w:rPr>
        <w:t>(</w:t>
      </w:r>
      <w:r w:rsidR="00404B63" w:rsidRPr="00404B63">
        <w:rPr>
          <w:rFonts w:asciiTheme="minorHAnsi" w:hAnsiTheme="minorHAnsi" w:cstheme="minorHAnsi"/>
          <w:sz w:val="24"/>
          <w:szCs w:val="24"/>
        </w:rPr>
        <w:t>Dz. U. z 202</w:t>
      </w:r>
      <w:r w:rsidR="003B7F28">
        <w:rPr>
          <w:rFonts w:asciiTheme="minorHAnsi" w:hAnsiTheme="minorHAnsi" w:cstheme="minorHAnsi"/>
          <w:sz w:val="24"/>
          <w:szCs w:val="24"/>
        </w:rPr>
        <w:t>4</w:t>
      </w:r>
      <w:r w:rsidR="00404B63" w:rsidRPr="00404B63">
        <w:rPr>
          <w:rFonts w:asciiTheme="minorHAnsi" w:hAnsiTheme="minorHAnsi" w:cstheme="minorHAnsi"/>
          <w:sz w:val="24"/>
          <w:szCs w:val="24"/>
        </w:rPr>
        <w:t xml:space="preserve"> r. poz. 1</w:t>
      </w:r>
      <w:r w:rsidR="003B7F28">
        <w:rPr>
          <w:rFonts w:asciiTheme="minorHAnsi" w:hAnsiTheme="minorHAnsi" w:cstheme="minorHAnsi"/>
          <w:sz w:val="24"/>
          <w:szCs w:val="24"/>
        </w:rPr>
        <w:t>320</w:t>
      </w:r>
      <w:r w:rsidR="00404B63" w:rsidRPr="00404B63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="00404B63" w:rsidRPr="00404B63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404B63" w:rsidRPr="00404B63">
        <w:rPr>
          <w:rFonts w:asciiTheme="minorHAnsi" w:hAnsiTheme="minorHAnsi" w:cstheme="minorHAnsi"/>
          <w:sz w:val="24"/>
          <w:szCs w:val="24"/>
        </w:rPr>
        <w:t>. zm</w:t>
      </w:r>
      <w:r w:rsidR="00404B63">
        <w:rPr>
          <w:rFonts w:asciiTheme="minorHAnsi" w:hAnsiTheme="minorHAnsi" w:cstheme="minorHAnsi"/>
          <w:sz w:val="24"/>
          <w:szCs w:val="24"/>
        </w:rPr>
        <w:t xml:space="preserve">.), </w:t>
      </w:r>
      <w:r w:rsidRPr="00DC4F64">
        <w:rPr>
          <w:rFonts w:asciiTheme="minorHAnsi" w:hAnsiTheme="minorHAnsi" w:cstheme="minorHAnsi"/>
          <w:sz w:val="24"/>
          <w:szCs w:val="24"/>
        </w:rPr>
        <w:t>że w</w:t>
      </w:r>
      <w:r w:rsidR="00DC4F64" w:rsidRPr="00DC4F64">
        <w:rPr>
          <w:rFonts w:asciiTheme="minorHAnsi" w:hAnsiTheme="minorHAnsi" w:cstheme="minorHAnsi"/>
          <w:sz w:val="24"/>
          <w:szCs w:val="24"/>
        </w:rPr>
        <w:t> </w:t>
      </w:r>
      <w:r w:rsidRPr="00DC4F64">
        <w:rPr>
          <w:rFonts w:asciiTheme="minorHAnsi" w:hAnsiTheme="minorHAnsi" w:cstheme="minorHAnsi"/>
          <w:sz w:val="24"/>
          <w:szCs w:val="24"/>
        </w:rPr>
        <w:t>ramach zamówienia</w:t>
      </w:r>
      <w:r w:rsidR="00BE3BCE"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pn.:</w:t>
      </w:r>
    </w:p>
    <w:p w14:paraId="73F3A918" w14:textId="77777777" w:rsidR="003B7F28" w:rsidRDefault="00DC4F64" w:rsidP="003B7F28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DC4F64">
        <w:rPr>
          <w:rFonts w:asciiTheme="minorHAnsi" w:hAnsiTheme="minorHAnsi" w:cstheme="minorHAnsi"/>
          <w:b/>
          <w:bCs/>
        </w:rPr>
        <w:t xml:space="preserve">Dot. postępowania pn.: </w:t>
      </w:r>
      <w:r w:rsidR="00FB1F2D" w:rsidRPr="00FB1F2D">
        <w:rPr>
          <w:rFonts w:cstheme="minorHAnsi"/>
          <w:b/>
          <w:bCs/>
          <w:sz w:val="24"/>
          <w:szCs w:val="24"/>
        </w:rPr>
        <w:t>„</w:t>
      </w:r>
      <w:r w:rsidR="003B7F28">
        <w:rPr>
          <w:rFonts w:eastAsia="Arial" w:cstheme="minorHAnsi"/>
          <w:b/>
          <w:bCs/>
          <w:i/>
          <w:iCs/>
          <w:sz w:val="24"/>
          <w:szCs w:val="24"/>
        </w:rPr>
        <w:t>„</w:t>
      </w:r>
      <w:bookmarkStart w:id="1" w:name="_Hlk158206279"/>
      <w:r w:rsidR="003B7F28">
        <w:rPr>
          <w:rFonts w:ascii="Times New Roman" w:hAnsi="Times New Roman"/>
          <w:b/>
        </w:rPr>
        <w:t xml:space="preserve">Infrastruktura turystyczna do obsługi rowerzystów składająca się z wolnostojącej wiaty i obiektów małej architektury na działce nr </w:t>
      </w:r>
      <w:proofErr w:type="spellStart"/>
      <w:r w:rsidR="003B7F28">
        <w:rPr>
          <w:rFonts w:ascii="Times New Roman" w:hAnsi="Times New Roman"/>
          <w:b/>
        </w:rPr>
        <w:t>ewid</w:t>
      </w:r>
      <w:proofErr w:type="spellEnd"/>
      <w:r w:rsidR="003B7F28">
        <w:rPr>
          <w:rFonts w:ascii="Times New Roman" w:hAnsi="Times New Roman"/>
          <w:b/>
        </w:rPr>
        <w:t>. 92 w miejscowości Wietrzychowice , Gmina Wietrzychowice</w:t>
      </w:r>
      <w:bookmarkEnd w:id="1"/>
    </w:p>
    <w:p w14:paraId="1E822ECF" w14:textId="4C60D958" w:rsidR="00EC10EE" w:rsidRPr="00DC4F64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Znak sprawy: </w:t>
      </w:r>
      <w:r w:rsidR="005C481E" w:rsidRPr="005C481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ZP.271.1.</w:t>
      </w:r>
      <w:r w:rsidR="003B7F2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1</w:t>
      </w:r>
      <w:r w:rsidR="005C481E" w:rsidRPr="005C481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.202</w:t>
      </w:r>
      <w:r w:rsidR="003B7F2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6</w:t>
      </w:r>
    </w:p>
    <w:p w14:paraId="034A763F" w14:textId="68232CA5" w:rsidR="00DC652A" w:rsidRPr="00DC4F64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następujące roboty</w:t>
      </w:r>
      <w:r w:rsidR="00B641BE"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/ usługi / dostawy</w:t>
      </w:r>
      <w:r w:rsidR="002C14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B46BA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customMarkFollows="1" w:id="1"/>
        <w:t>*</w:t>
      </w:r>
      <w:r w:rsidR="00B641BE"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dzielenie zamówienia</w:t>
      </w:r>
      <w:r w:rsidR="00DC652A" w:rsidRPr="00DC4F64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2 Zakres wykonawców wspólnie ubiegajacych się o zamówienie"/>
      </w:tblPr>
      <w:tblGrid>
        <w:gridCol w:w="614"/>
        <w:gridCol w:w="3506"/>
        <w:gridCol w:w="4942"/>
      </w:tblGrid>
      <w:tr w:rsidR="00B641BE" w:rsidRPr="00DC4F64" w14:paraId="47A7B580" w14:textId="77777777" w:rsidTr="001B46BA">
        <w:trPr>
          <w:tblHeader/>
        </w:trPr>
        <w:tc>
          <w:tcPr>
            <w:tcW w:w="617" w:type="dxa"/>
            <w:vAlign w:val="center"/>
          </w:tcPr>
          <w:p w14:paraId="5AA70775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L.p.</w:t>
            </w:r>
          </w:p>
        </w:tc>
        <w:tc>
          <w:tcPr>
            <w:tcW w:w="3602" w:type="dxa"/>
          </w:tcPr>
          <w:p w14:paraId="54D5F2AA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Nazwa Wykonawcy</w:t>
            </w:r>
          </w:p>
        </w:tc>
        <w:tc>
          <w:tcPr>
            <w:tcW w:w="5069" w:type="dxa"/>
            <w:vAlign w:val="center"/>
          </w:tcPr>
          <w:p w14:paraId="2ECB4876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Wykaz realizowanych robót/dostaw/usług</w:t>
            </w:r>
          </w:p>
        </w:tc>
      </w:tr>
      <w:tr w:rsidR="00B641BE" w:rsidRPr="00DC4F64" w14:paraId="29AA3D16" w14:textId="77777777" w:rsidTr="0087706D">
        <w:tc>
          <w:tcPr>
            <w:tcW w:w="617" w:type="dxa"/>
            <w:vAlign w:val="center"/>
          </w:tcPr>
          <w:p w14:paraId="07EAD927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602" w:type="dxa"/>
          </w:tcPr>
          <w:p w14:paraId="579964FD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069" w:type="dxa"/>
          </w:tcPr>
          <w:p w14:paraId="32C4241D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B641BE" w:rsidRPr="00DC4F64" w14:paraId="6CC02851" w14:textId="77777777" w:rsidTr="0087706D">
        <w:tc>
          <w:tcPr>
            <w:tcW w:w="617" w:type="dxa"/>
            <w:vAlign w:val="center"/>
          </w:tcPr>
          <w:p w14:paraId="02F63296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DC4F64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602" w:type="dxa"/>
          </w:tcPr>
          <w:p w14:paraId="39FF63CF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069" w:type="dxa"/>
          </w:tcPr>
          <w:p w14:paraId="15A4C256" w14:textId="77777777" w:rsidR="00B641BE" w:rsidRPr="00DC4F6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78872A8F" w14:textId="77777777" w:rsidR="008B3652" w:rsidRDefault="008B3652" w:rsidP="008B3652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2AB83DFE" w14:textId="3BF9C855" w:rsidR="004A0686" w:rsidRPr="008B3652" w:rsidRDefault="008B3652" w:rsidP="008B3652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>
        <w:rPr>
          <w:rFonts w:asciiTheme="minorHAnsi" w:eastAsia="Times New Roman" w:hAnsiTheme="minorHAnsi" w:cstheme="minorHAnsi"/>
          <w:i/>
          <w:iCs/>
          <w:lang w:eastAsia="pl-PL"/>
        </w:rPr>
        <w:t>(</w:t>
      </w:r>
      <w:r w:rsidR="00701103" w:rsidRPr="008B3652">
        <w:rPr>
          <w:rFonts w:asciiTheme="minorHAnsi" w:eastAsia="Times New Roman" w:hAnsiTheme="minorHAnsi" w:cstheme="minorHAnsi"/>
          <w:i/>
          <w:iCs/>
          <w:lang w:eastAsia="pl-PL"/>
        </w:rPr>
        <w:t>Oświadczenie składane jest pod rygorem nieważności w formie elektronicznej lub w postaci elektronicznej opatrzonej kwalifikowalnym podpisem elektronicznym lub podpisem zaufanym, lub podpisem osobistym osoby upoważnionej do reprezentowania podmiotu zgodnie z formą reprezentacji określoną w dokumencie rejestrowym właściwym dla formy organizacyjnej lub innym dokumencie)</w:t>
      </w:r>
      <w:bookmarkEnd w:id="0"/>
      <w:r w:rsidR="00705A08" w:rsidRPr="008B3652">
        <w:rPr>
          <w:rFonts w:asciiTheme="minorHAnsi" w:eastAsia="Times New Roman" w:hAnsiTheme="minorHAnsi" w:cstheme="minorHAnsi"/>
          <w:i/>
          <w:iCs/>
          <w:lang w:eastAsia="pl-PL"/>
        </w:rPr>
        <w:t>.</w:t>
      </w:r>
    </w:p>
    <w:sectPr w:rsidR="004A0686" w:rsidRPr="008B3652" w:rsidSect="008B3652">
      <w:headerReference w:type="default" r:id="rId8"/>
      <w:footerReference w:type="default" r:id="rId9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85117" w14:textId="77777777" w:rsidR="00007F7F" w:rsidRDefault="00007F7F" w:rsidP="00025386">
      <w:pPr>
        <w:spacing w:after="0" w:line="240" w:lineRule="auto"/>
      </w:pPr>
      <w:r>
        <w:separator/>
      </w:r>
    </w:p>
  </w:endnote>
  <w:endnote w:type="continuationSeparator" w:id="0">
    <w:p w14:paraId="33798A03" w14:textId="77777777" w:rsidR="00007F7F" w:rsidRDefault="00007F7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A8E37" w14:textId="77777777" w:rsidR="00C14B7C" w:rsidRPr="00C14B7C" w:rsidRDefault="00C14B7C" w:rsidP="00C14B7C">
    <w:pPr>
      <w:widowControl w:val="0"/>
      <w:autoSpaceDE w:val="0"/>
      <w:autoSpaceDN w:val="0"/>
      <w:spacing w:after="0" w:line="240" w:lineRule="auto"/>
      <w:jc w:val="center"/>
      <w:rPr>
        <w:rFonts w:eastAsia="Cambria" w:cs="Calibri"/>
        <w:sz w:val="20"/>
        <w:szCs w:val="20"/>
      </w:rPr>
    </w:pPr>
    <w:bookmarkStart w:id="2" w:name="_Hlk124165734"/>
    <w:r w:rsidRPr="00C14B7C">
      <w:rPr>
        <w:rFonts w:eastAsia="Cambria" w:cs="Calibri"/>
        <w:sz w:val="20"/>
        <w:szCs w:val="20"/>
      </w:rPr>
      <w:t xml:space="preserve">Projekt nr FEMP.07.02-IZ.00-0023/25 współfinansowany przez Unię Europejską </w:t>
    </w:r>
  </w:p>
  <w:p w14:paraId="4CF02034" w14:textId="1640FF21" w:rsidR="008B3652" w:rsidRPr="00C14B7C" w:rsidRDefault="00C14B7C" w:rsidP="00C14B7C">
    <w:pPr>
      <w:widowControl w:val="0"/>
      <w:autoSpaceDE w:val="0"/>
      <w:autoSpaceDN w:val="0"/>
      <w:spacing w:after="0" w:line="240" w:lineRule="auto"/>
      <w:jc w:val="center"/>
      <w:rPr>
        <w:rFonts w:eastAsia="Cambria" w:cs="Calibri"/>
        <w:sz w:val="20"/>
        <w:szCs w:val="20"/>
      </w:rPr>
    </w:pPr>
    <w:r w:rsidRPr="00C14B7C">
      <w:rPr>
        <w:rFonts w:eastAsia="Cambria" w:cs="Calibri"/>
        <w:sz w:val="20"/>
        <w:szCs w:val="20"/>
      </w:rPr>
      <w:t>w ramach Programu Fundusze Europejskie dla Małopolski na lata 2021-2027</w:t>
    </w: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D07EB" w14:textId="77777777" w:rsidR="00007F7F" w:rsidRDefault="00007F7F" w:rsidP="00025386">
      <w:pPr>
        <w:spacing w:after="0" w:line="240" w:lineRule="auto"/>
      </w:pPr>
      <w:r>
        <w:separator/>
      </w:r>
    </w:p>
  </w:footnote>
  <w:footnote w:type="continuationSeparator" w:id="0">
    <w:p w14:paraId="0C31E330" w14:textId="77777777" w:rsidR="00007F7F" w:rsidRDefault="00007F7F" w:rsidP="00025386">
      <w:pPr>
        <w:spacing w:after="0" w:line="240" w:lineRule="auto"/>
      </w:pPr>
      <w:r>
        <w:continuationSeparator/>
      </w:r>
    </w:p>
  </w:footnote>
  <w:footnote w:id="1">
    <w:p w14:paraId="7ED85248" w14:textId="7C446D54" w:rsidR="001B46BA" w:rsidRPr="001B46BA" w:rsidRDefault="001B46BA" w:rsidP="001B46BA">
      <w:pPr>
        <w:widowControl w:val="0"/>
        <w:suppressAutoHyphens/>
        <w:autoSpaceDE w:val="0"/>
        <w:autoSpaceDN w:val="0"/>
        <w:adjustRightInd w:val="0"/>
        <w:spacing w:after="60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Style w:val="Odwoanieprzypisudolnego"/>
        </w:rPr>
        <w:t>*</w:t>
      </w:r>
      <w:r>
        <w:t xml:space="preserve"> </w:t>
      </w:r>
      <w:r w:rsidRPr="00DC4F64">
        <w:rPr>
          <w:rFonts w:asciiTheme="minorHAnsi" w:hAnsiTheme="minorHAnsi" w:cstheme="minorHAnsi"/>
          <w:sz w:val="20"/>
          <w:szCs w:val="20"/>
        </w:rPr>
        <w:t xml:space="preserve"> wypełnić tyle razy ile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432EC" w14:textId="1C489CCE" w:rsidR="008B3652" w:rsidRDefault="00C14B7C">
    <w:pPr>
      <w:pStyle w:val="Nagwek"/>
    </w:pPr>
    <w:r w:rsidRPr="002912F3">
      <w:rPr>
        <w:noProof/>
        <w:lang w:eastAsia="pl-PL"/>
      </w:rPr>
      <w:drawing>
        <wp:inline distT="0" distB="0" distL="0" distR="0" wp14:anchorId="0889FF9F" wp14:editId="486E26FF">
          <wp:extent cx="5760720" cy="489585"/>
          <wp:effectExtent l="0" t="0" r="0" b="0"/>
          <wp:docPr id="519651765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1600B" w14:textId="77777777" w:rsidR="008B3652" w:rsidRDefault="008B3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761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46"/>
    <w:rsid w:val="00007F7F"/>
    <w:rsid w:val="00025386"/>
    <w:rsid w:val="000423B9"/>
    <w:rsid w:val="00053927"/>
    <w:rsid w:val="00084786"/>
    <w:rsid w:val="0016158F"/>
    <w:rsid w:val="00176792"/>
    <w:rsid w:val="00187132"/>
    <w:rsid w:val="001B39DB"/>
    <w:rsid w:val="001B46BA"/>
    <w:rsid w:val="001C2314"/>
    <w:rsid w:val="001E27FD"/>
    <w:rsid w:val="00213980"/>
    <w:rsid w:val="0023599F"/>
    <w:rsid w:val="0024648D"/>
    <w:rsid w:val="00275057"/>
    <w:rsid w:val="002810BD"/>
    <w:rsid w:val="002C147F"/>
    <w:rsid w:val="002F0935"/>
    <w:rsid w:val="0031780F"/>
    <w:rsid w:val="0034560A"/>
    <w:rsid w:val="003A486D"/>
    <w:rsid w:val="003B7F28"/>
    <w:rsid w:val="003D6FF8"/>
    <w:rsid w:val="003D76E3"/>
    <w:rsid w:val="00404B63"/>
    <w:rsid w:val="004374F2"/>
    <w:rsid w:val="00455EE7"/>
    <w:rsid w:val="00460705"/>
    <w:rsid w:val="004821A0"/>
    <w:rsid w:val="00485239"/>
    <w:rsid w:val="004A0686"/>
    <w:rsid w:val="004E27D7"/>
    <w:rsid w:val="00545340"/>
    <w:rsid w:val="0055145C"/>
    <w:rsid w:val="005517BF"/>
    <w:rsid w:val="005624D8"/>
    <w:rsid w:val="00564CD0"/>
    <w:rsid w:val="005961C4"/>
    <w:rsid w:val="005C481E"/>
    <w:rsid w:val="006115A3"/>
    <w:rsid w:val="00620476"/>
    <w:rsid w:val="00657A47"/>
    <w:rsid w:val="006678CC"/>
    <w:rsid w:val="00701103"/>
    <w:rsid w:val="00705A08"/>
    <w:rsid w:val="00745A44"/>
    <w:rsid w:val="007666D6"/>
    <w:rsid w:val="007A2C38"/>
    <w:rsid w:val="00824D73"/>
    <w:rsid w:val="00830970"/>
    <w:rsid w:val="00846E3B"/>
    <w:rsid w:val="0087706D"/>
    <w:rsid w:val="008833CF"/>
    <w:rsid w:val="008B3652"/>
    <w:rsid w:val="008B797E"/>
    <w:rsid w:val="008D442B"/>
    <w:rsid w:val="008D7D03"/>
    <w:rsid w:val="008E2A40"/>
    <w:rsid w:val="008F2498"/>
    <w:rsid w:val="0093388F"/>
    <w:rsid w:val="0098125F"/>
    <w:rsid w:val="00984E46"/>
    <w:rsid w:val="009C2737"/>
    <w:rsid w:val="00A0597C"/>
    <w:rsid w:val="00A52C1F"/>
    <w:rsid w:val="00A56A6F"/>
    <w:rsid w:val="00A87380"/>
    <w:rsid w:val="00A96D1C"/>
    <w:rsid w:val="00AD3900"/>
    <w:rsid w:val="00AF4E90"/>
    <w:rsid w:val="00AF7375"/>
    <w:rsid w:val="00B10F57"/>
    <w:rsid w:val="00B1223B"/>
    <w:rsid w:val="00B30FA3"/>
    <w:rsid w:val="00B46B6B"/>
    <w:rsid w:val="00B641BE"/>
    <w:rsid w:val="00B77707"/>
    <w:rsid w:val="00BE3BCE"/>
    <w:rsid w:val="00C14B7C"/>
    <w:rsid w:val="00C601F9"/>
    <w:rsid w:val="00C72E74"/>
    <w:rsid w:val="00C818DD"/>
    <w:rsid w:val="00C92B68"/>
    <w:rsid w:val="00CA3E6E"/>
    <w:rsid w:val="00CB29AC"/>
    <w:rsid w:val="00D55FC4"/>
    <w:rsid w:val="00D9320D"/>
    <w:rsid w:val="00D94A28"/>
    <w:rsid w:val="00DC28C3"/>
    <w:rsid w:val="00DC4842"/>
    <w:rsid w:val="00DC4F64"/>
    <w:rsid w:val="00DC587A"/>
    <w:rsid w:val="00DC652A"/>
    <w:rsid w:val="00DE3B21"/>
    <w:rsid w:val="00DE73DD"/>
    <w:rsid w:val="00E27ABB"/>
    <w:rsid w:val="00E67109"/>
    <w:rsid w:val="00E86D3B"/>
    <w:rsid w:val="00EC10EE"/>
    <w:rsid w:val="00EC12B7"/>
    <w:rsid w:val="00EF3368"/>
    <w:rsid w:val="00F334B4"/>
    <w:rsid w:val="00FA5511"/>
    <w:rsid w:val="00FB1F2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A8AA1"/>
  <w15:chartTrackingRefBased/>
  <w15:docId w15:val="{3575FE77-447D-4988-A029-D8D36497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705A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05A08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locked/>
    <w:rsid w:val="003B7F28"/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3B7F28"/>
    <w:pPr>
      <w:spacing w:after="200" w:line="276" w:lineRule="auto"/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638C4-A4C9-4092-B1D9-64B44AF5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28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wspólnie ubiegających się</dc:title>
  <dc:subject/>
  <dc:creator>UG Wietrzychowice</dc:creator>
  <cp:keywords/>
  <dc:description/>
  <cp:lastModifiedBy>maugustynski@wietrzychowice.ad</cp:lastModifiedBy>
  <cp:revision>34</cp:revision>
  <dcterms:created xsi:type="dcterms:W3CDTF">2022-09-02T10:52:00Z</dcterms:created>
  <dcterms:modified xsi:type="dcterms:W3CDTF">2026-01-27T13:15:00Z</dcterms:modified>
</cp:coreProperties>
</file>